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BAB04" w14:textId="28256203" w:rsidR="004A35B4" w:rsidRDefault="00A27FE7" w:rsidP="00912661">
      <w:pPr>
        <w:spacing w:after="0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02DAA7B" wp14:editId="3D2DE1D6">
                <wp:simplePos x="0" y="0"/>
                <wp:positionH relativeFrom="column">
                  <wp:posOffset>2852420</wp:posOffset>
                </wp:positionH>
                <wp:positionV relativeFrom="paragraph">
                  <wp:posOffset>2540</wp:posOffset>
                </wp:positionV>
                <wp:extent cx="2118360" cy="2898140"/>
                <wp:effectExtent l="0" t="0" r="0" b="0"/>
                <wp:wrapNone/>
                <wp:docPr id="98366485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344654573" name="Frame 1344654573"/>
                        <wps:cNvSpPr/>
                        <wps:spPr>
                          <a:xfrm>
                            <a:off x="480060" y="868680"/>
                            <a:ext cx="1059180" cy="899160"/>
                          </a:xfrm>
                          <a:prstGeom prst="fram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ffectLst>
                            <a:outerShdw blurRad="101600" dist="114300" dir="2700000" algn="tl" rotWithShape="0">
                              <a:schemeClr val="bg1">
                                <a:lumMod val="50000"/>
                              </a:scheme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B92534" id="Canvas 1" o:spid="_x0000_s1026" editas="canvas" style="position:absolute;margin-left:224.6pt;margin-top:.2pt;width:166.8pt;height:228.2pt;z-index:251659264;mso-width-relative:margin" coordsize="21183,28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1183;height:28981;visibility:visible;mso-wrap-style:square" filled="t">
                  <v:fill o:detectmouseclick="t"/>
                  <v:path o:connecttype="none"/>
                </v:shape>
                <v:shape id="Frame 1344654573" o:spid="_x0000_s1028" style="position:absolute;left:4800;top:8686;width:10592;height:8992;visibility:visible;mso-wrap-style:square;v-text-anchor:middle" coordsize="1059180,899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" path="m,l1059180,r,899160l,899160,,xm112395,112395r,674370l946785,786765r,-674370l112395,112395xe" fillcolor="#f2dbdb [661]" strokecolor="#943634 [2405]" strokeweight="2pt">
                  <v:shadow on="t" color="#7f7f7f [1612]" origin="-.5,-.5" offset="2.24506mm,2.24506mm"/>
                  <v:path arrowok="t" o:connecttype="custom" o:connectlocs="0,0;1059180,0;1059180,899160;0,899160;0,0;112395,112395;112395,786765;946785,786765;946785,112395;112395,112395" o:connectangles="0,0,0,0,0,0,0,0,0,0"/>
                </v:shape>
              </v:group>
            </w:pict>
          </mc:Fallback>
        </mc:AlternateContent>
      </w:r>
    </w:p>
    <w:sectPr w:rsidR="004A35B4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FE7"/>
    <w:rsid w:val="000C1ECD"/>
    <w:rsid w:val="002B63F0"/>
    <w:rsid w:val="00321565"/>
    <w:rsid w:val="00326855"/>
    <w:rsid w:val="004A35B4"/>
    <w:rsid w:val="004E38BB"/>
    <w:rsid w:val="005702D9"/>
    <w:rsid w:val="0062363A"/>
    <w:rsid w:val="007257C4"/>
    <w:rsid w:val="0087728C"/>
    <w:rsid w:val="00912661"/>
    <w:rsid w:val="00936920"/>
    <w:rsid w:val="00A27FE7"/>
    <w:rsid w:val="00AB7264"/>
    <w:rsid w:val="00B1519E"/>
    <w:rsid w:val="00BB620D"/>
    <w:rsid w:val="00BD6080"/>
    <w:rsid w:val="00C26373"/>
    <w:rsid w:val="00DF7214"/>
    <w:rsid w:val="00EB5D62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65E4C"/>
  <w14:discardImageEditingData/>
  <w14:defaultImageDpi w14:val="32767"/>
  <w15:chartTrackingRefBased/>
  <w15:docId w15:val="{FEFC4533-EFCE-4F8E-8B94-36E14BAA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2023-11-10T19:15:00Z</dcterms:created>
  <dcterms:modified xsi:type="dcterms:W3CDTF">2023-11-10T19:15:00Z</dcterms:modified>
</cp:coreProperties>
</file>